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6A131D" w:rsidRDefault="00B31625" w:rsidP="00DD0544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797463">
        <w:rPr>
          <w:rFonts w:ascii="Arial" w:eastAsia="Arial Unicode MS" w:hAnsi="Arial" w:cs="Arial"/>
          <w:b/>
          <w:bCs/>
          <w:sz w:val="20"/>
          <w:szCs w:val="20"/>
        </w:rPr>
        <w:t>2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POLIZZA ALL RISKS APPARECCHIATURE ELETTRONICHE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ECONOMICA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3278AF" w:rsidRDefault="00575959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387"/>
        <w:gridCol w:w="2409"/>
      </w:tblGrid>
      <w:tr w:rsidR="00F801C6" w:rsidRPr="00E67A6A" w:rsidTr="007E75BD">
        <w:trPr>
          <w:trHeight w:hRule="exact" w:val="539"/>
        </w:trPr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:rsidR="00F801C6" w:rsidRPr="00E67A6A" w:rsidRDefault="00F801C6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5387" w:type="dxa"/>
            <w:shd w:val="clear" w:color="auto" w:fill="FDE9D9" w:themeFill="accent6" w:themeFillTint="33"/>
            <w:vAlign w:val="center"/>
          </w:tcPr>
          <w:p w:rsidR="00F801C6" w:rsidRPr="00E67A6A" w:rsidRDefault="00F801C6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PARTITA</w:t>
            </w:r>
          </w:p>
        </w:tc>
        <w:tc>
          <w:tcPr>
            <w:tcW w:w="2409" w:type="dxa"/>
            <w:shd w:val="clear" w:color="auto" w:fill="FDE9D9" w:themeFill="accent6" w:themeFillTint="33"/>
            <w:vAlign w:val="center"/>
          </w:tcPr>
          <w:p w:rsidR="00F801C6" w:rsidRPr="008A14B4" w:rsidRDefault="00F801C6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9067AB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Pr="00BD784E" w:rsidRDefault="00F801C6" w:rsidP="009067A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Apparecchiature elettroniche ed informatiche</w:t>
            </w:r>
          </w:p>
        </w:tc>
        <w:tc>
          <w:tcPr>
            <w:tcW w:w="2409" w:type="dxa"/>
            <w:vAlign w:val="center"/>
          </w:tcPr>
          <w:p w:rsidR="00F801C6" w:rsidRPr="00FF14D4" w:rsidRDefault="00F801C6" w:rsidP="009067AB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9067AB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Pr="00BD784E" w:rsidRDefault="00F801C6" w:rsidP="009067A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Beni ad impiego mobile </w:t>
            </w:r>
          </w:p>
        </w:tc>
        <w:tc>
          <w:tcPr>
            <w:tcW w:w="2409" w:type="dxa"/>
            <w:vAlign w:val="center"/>
          </w:tcPr>
          <w:p w:rsidR="00F801C6" w:rsidRPr="0014595F" w:rsidRDefault="00F801C6" w:rsidP="009067A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9067AB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Default="00F801C6" w:rsidP="009067A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Beni posti all’aperto</w:t>
            </w:r>
          </w:p>
        </w:tc>
        <w:tc>
          <w:tcPr>
            <w:tcW w:w="2409" w:type="dxa"/>
            <w:vAlign w:val="center"/>
          </w:tcPr>
          <w:p w:rsidR="00F801C6" w:rsidRPr="00FF14D4" w:rsidRDefault="00F801C6" w:rsidP="009067A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9067AB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Pr="00BD784E" w:rsidRDefault="00F801C6" w:rsidP="009067A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BD784E">
              <w:rPr>
                <w:rFonts w:ascii="Arial" w:hAnsi="Arial" w:cs="Arial"/>
                <w:sz w:val="20"/>
                <w:szCs w:val="20"/>
              </w:rPr>
              <w:t>Spese per la ricostruzione dei dati e programmi in licenza d’uso</w:t>
            </w:r>
          </w:p>
        </w:tc>
        <w:tc>
          <w:tcPr>
            <w:tcW w:w="2409" w:type="dxa"/>
            <w:vAlign w:val="center"/>
          </w:tcPr>
          <w:p w:rsidR="00F801C6" w:rsidRPr="0014595F" w:rsidRDefault="00F801C6" w:rsidP="009067A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9067AB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Pr="00BD784E" w:rsidRDefault="00F801C6" w:rsidP="009067A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BD784E">
              <w:rPr>
                <w:rFonts w:ascii="Arial" w:hAnsi="Arial" w:cs="Arial"/>
                <w:sz w:val="20"/>
                <w:szCs w:val="20"/>
              </w:rPr>
              <w:t>Maggiori costi per il mancato funzionamento</w:t>
            </w:r>
          </w:p>
        </w:tc>
        <w:tc>
          <w:tcPr>
            <w:tcW w:w="2409" w:type="dxa"/>
            <w:vAlign w:val="center"/>
          </w:tcPr>
          <w:p w:rsidR="00F801C6" w:rsidRPr="0014595F" w:rsidRDefault="00F801C6" w:rsidP="009067A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  <w:tr w:rsidR="00F801C6" w:rsidRPr="00E67A6A" w:rsidTr="007E75BD">
        <w:trPr>
          <w:trHeight w:val="397"/>
        </w:trPr>
        <w:tc>
          <w:tcPr>
            <w:tcW w:w="1843" w:type="dxa"/>
            <w:vMerge/>
            <w:vAlign w:val="center"/>
          </w:tcPr>
          <w:p w:rsidR="00F801C6" w:rsidRPr="00E67A6A" w:rsidRDefault="00F801C6" w:rsidP="00F801C6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F801C6" w:rsidRPr="00BD784E" w:rsidRDefault="00F801C6" w:rsidP="00F801C6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137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Ricorso Terzi </w:t>
            </w:r>
          </w:p>
        </w:tc>
        <w:tc>
          <w:tcPr>
            <w:tcW w:w="2409" w:type="dxa"/>
            <w:vAlign w:val="center"/>
          </w:tcPr>
          <w:p w:rsidR="00F801C6" w:rsidRPr="00FF14D4" w:rsidRDefault="00F801C6" w:rsidP="00F801C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268"/>
        <w:gridCol w:w="2693"/>
      </w:tblGrid>
      <w:tr w:rsidR="007E75BD" w:rsidRPr="00E67A6A" w:rsidTr="003F6140">
        <w:trPr>
          <w:trHeight w:hRule="exact" w:val="539"/>
        </w:trPr>
        <w:tc>
          <w:tcPr>
            <w:tcW w:w="467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:rsidR="007E75BD" w:rsidRPr="00E67A6A" w:rsidRDefault="007E75BD" w:rsidP="003F6140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7E75BD" w:rsidRPr="008A14B4" w:rsidRDefault="007E75BD" w:rsidP="003F6140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4B4">
              <w:rPr>
                <w:rFonts w:ascii="Arial" w:hAnsi="Arial" w:cs="Arial"/>
                <w:b/>
                <w:sz w:val="20"/>
                <w:szCs w:val="20"/>
              </w:rPr>
              <w:t>Prezzo in lettere</w:t>
            </w:r>
          </w:p>
        </w:tc>
      </w:tr>
      <w:tr w:rsidR="007E75BD" w:rsidRPr="00E67A6A" w:rsidTr="007E75BD">
        <w:trPr>
          <w:trHeight w:val="397"/>
        </w:trPr>
        <w:tc>
          <w:tcPr>
            <w:tcW w:w="4678" w:type="dxa"/>
            <w:vAlign w:val="center"/>
          </w:tcPr>
          <w:p w:rsidR="007E75BD" w:rsidRPr="00E67A6A" w:rsidRDefault="007E75BD" w:rsidP="003F6140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Premio ANNUO LORDO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693" w:type="dxa"/>
            <w:vAlign w:val="center"/>
          </w:tcPr>
          <w:p w:rsidR="007E75BD" w:rsidRPr="00E67A6A" w:rsidRDefault="007E75BD" w:rsidP="003F614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Euro __________________</w:t>
            </w:r>
          </w:p>
        </w:tc>
      </w:tr>
    </w:tbl>
    <w:p w:rsidR="007E75BD" w:rsidRDefault="007E75BD" w:rsidP="00134545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  <w:r w:rsidRPr="00FF14D4">
        <w:rPr>
          <w:rFonts w:ascii="Arial" w:eastAsia="Arial Unicode MS" w:hAnsi="Arial" w:cs="Arial"/>
          <w:b/>
          <w:sz w:val="20"/>
          <w:szCs w:val="20"/>
        </w:rPr>
        <w:t xml:space="preserve">DICHIARA </w:t>
      </w:r>
      <w:r w:rsidRPr="00FF14D4">
        <w:rPr>
          <w:rFonts w:ascii="Arial" w:eastAsia="Arial Unicode MS" w:hAnsi="Arial" w:cs="Arial"/>
          <w:sz w:val="20"/>
          <w:szCs w:val="20"/>
        </w:rPr>
        <w:t xml:space="preserve">che il </w:t>
      </w:r>
      <w:r w:rsidRPr="008A14B4">
        <w:rPr>
          <w:rFonts w:ascii="Arial" w:eastAsia="Arial Unicode MS" w:hAnsi="Arial" w:cs="Arial"/>
          <w:sz w:val="20"/>
          <w:szCs w:val="20"/>
          <w:u w:val="single"/>
        </w:rPr>
        <w:t>prezzo offerto è comprensivo</w:t>
      </w:r>
      <w:r w:rsidRPr="00FF14D4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de</w:t>
      </w:r>
      <w:r w:rsidRPr="00FF14D4">
        <w:rPr>
          <w:rFonts w:ascii="Arial" w:eastAsia="Arial Unicode MS" w:hAnsi="Arial" w:cs="Arial"/>
          <w:sz w:val="20"/>
          <w:szCs w:val="20"/>
        </w:rPr>
        <w:t>gli oneri di sicurezza aziendali, non soggetti a ribasso, come di seguito quantificati:</w:t>
      </w:r>
    </w:p>
    <w:p w:rsidR="0073300B" w:rsidRDefault="0073300B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2552"/>
        <w:gridCol w:w="2409"/>
      </w:tblGrid>
      <w:tr w:rsidR="00543D58" w:rsidRPr="00FF14D4" w:rsidTr="00134545">
        <w:trPr>
          <w:trHeight w:val="2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3D15">
              <w:rPr>
                <w:rFonts w:ascii="Arial" w:eastAsia="Arial Unicode MS" w:hAnsi="Arial" w:cs="Arial"/>
                <w:b/>
                <w:sz w:val="20"/>
                <w:szCs w:val="20"/>
              </w:rPr>
              <w:t>Importi non soggetti a ribasso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Importo complessivo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 w:right="-108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Incidenza percentuale</w:t>
            </w:r>
          </w:p>
        </w:tc>
      </w:tr>
      <w:tr w:rsidR="00543D58" w:rsidRPr="00FF14D4" w:rsidTr="00134545">
        <w:trPr>
          <w:trHeight w:hRule="exact"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8" w:rsidRPr="008A14B4" w:rsidRDefault="00543D58" w:rsidP="0031630F">
            <w:pPr>
              <w:autoSpaceDE w:val="0"/>
              <w:autoSpaceDN w:val="0"/>
              <w:adjustRightInd w:val="0"/>
              <w:spacing w:line="240" w:lineRule="exact"/>
              <w:ind w:left="176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Oneri della sicurezza aziendali </w:t>
            </w:r>
            <w:r w:rsidR="00797CA4">
              <w:rPr>
                <w:rFonts w:ascii="Arial" w:eastAsia="Arial Unicode MS" w:hAnsi="Arial" w:cs="Arial"/>
                <w:bCs/>
                <w:sz w:val="20"/>
                <w:szCs w:val="20"/>
              </w:rPr>
              <w:t>ANNUI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€._______________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D58" w:rsidRPr="00FF14D4" w:rsidRDefault="00543D58" w:rsidP="00134545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eastAsia="Arial Unicode MS" w:hAnsi="Arial" w:cs="Arial"/>
                <w:sz w:val="20"/>
                <w:szCs w:val="20"/>
              </w:rPr>
              <w:t>___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</w:t>
            </w:r>
          </w:p>
        </w:tc>
      </w:tr>
    </w:tbl>
    <w:p w:rsidR="00543D58" w:rsidRDefault="00543D58" w:rsidP="0013454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375900" w:rsidRDefault="00375900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2E5DCB" w:rsidRDefault="002E5DCB" w:rsidP="002E5DCB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2E5DCB" w:rsidRPr="000A2D32" w:rsidRDefault="002E5DCB" w:rsidP="002E5DC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color w:val="00000A"/>
          <w:sz w:val="20"/>
          <w:szCs w:val="20"/>
        </w:rPr>
        <w:t>:</w:t>
      </w:r>
    </w:p>
    <w:p w:rsidR="002E5DCB" w:rsidRDefault="002E5DCB" w:rsidP="002E5DC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2E5DCB" w:rsidRPr="000A2D32" w:rsidRDefault="002E5DCB" w:rsidP="002E5DC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2E5DCB" w:rsidRDefault="002E5DCB" w:rsidP="002E5DCB">
      <w:pPr>
        <w:autoSpaceDE w:val="0"/>
        <w:autoSpaceDN w:val="0"/>
        <w:adjustRightInd w:val="0"/>
        <w:rPr>
          <w:rFonts w:ascii="Arial" w:hAnsi="Arial" w:cs="Arial"/>
          <w:color w:val="00000A"/>
          <w:sz w:val="20"/>
          <w:szCs w:val="20"/>
        </w:rPr>
      </w:pPr>
    </w:p>
    <w:p w:rsidR="002E5DCB" w:rsidRDefault="002E5DCB" w:rsidP="002E5DCB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- 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2E5DCB" w:rsidRDefault="002E5DCB" w:rsidP="002E5DCB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375900" w:rsidRDefault="00375900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375900" w:rsidRDefault="00375900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>capitolato di gara e in tutti i suoi allegati;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>che i prezzi offerti si intendono al netto di IVA e comprensivi di oneri fiscali e di ogni altro onere e spesa connessi con l'esecuzione del contratto.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Pr="000A2D32" w:rsidRDefault="00422DD1" w:rsidP="00422DD1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</w:p>
    <w:p w:rsidR="00422DD1" w:rsidRPr="000A2D32" w:rsidRDefault="00422DD1" w:rsidP="00422DD1">
      <w:pPr>
        <w:autoSpaceDE w:val="0"/>
        <w:autoSpaceDN w:val="0"/>
        <w:adjustRightInd w:val="0"/>
        <w:rPr>
          <w:rFonts w:ascii="Arial" w:eastAsia="Arial Unicode MS" w:hAnsi="Arial" w:cs="Arial"/>
          <w:b/>
          <w:sz w:val="20"/>
          <w:szCs w:val="20"/>
        </w:rPr>
      </w:pP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</w:t>
      </w:r>
      <w:r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imprese componenti il raggruppamento/consorzio/coassicurazione.</w:t>
      </w:r>
    </w:p>
    <w:p w:rsidR="00422DD1" w:rsidRDefault="00422DD1" w:rsidP="00422DD1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422DD1" w:rsidRDefault="00422DD1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741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379" w:rsidRDefault="00621379">
      <w:r>
        <w:separator/>
      </w:r>
    </w:p>
  </w:endnote>
  <w:endnote w:type="continuationSeparator" w:id="0">
    <w:p w:rsidR="00621379" w:rsidRDefault="00621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BC" w:rsidRDefault="002C07B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BC" w:rsidRDefault="002C07B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379" w:rsidRDefault="00621379">
      <w:r>
        <w:separator/>
      </w:r>
    </w:p>
  </w:footnote>
  <w:footnote w:type="continuationSeparator" w:id="0">
    <w:p w:rsidR="00621379" w:rsidRDefault="00621379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375900" w:rsidRPr="00543D58" w:rsidRDefault="00375900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741F8D" w:rsidRPr="008956EB" w:rsidRDefault="00741F8D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7BC" w:rsidRDefault="002C07B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C07BC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2C07BC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B763AD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3E5" w:rsidRPr="00F159CC" w:rsidRDefault="008C63E5" w:rsidP="008C63E5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8C63E5" w:rsidRPr="00250406" w:rsidRDefault="008C63E5" w:rsidP="008C63E5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2C07BC">
      <w:rPr>
        <w:rFonts w:ascii="Arial" w:hAnsi="Arial" w:cs="Arial"/>
        <w:b/>
        <w:bCs/>
        <w:i/>
        <w:noProof/>
        <w:sz w:val="18"/>
        <w:szCs w:val="18"/>
      </w:rPr>
      <w:t>1</w: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2C07BC">
      <w:rPr>
        <w:rFonts w:ascii="Arial" w:hAnsi="Arial" w:cs="Arial"/>
        <w:b/>
        <w:bCs/>
        <w:i/>
        <w:noProof/>
        <w:sz w:val="18"/>
        <w:szCs w:val="18"/>
      </w:rPr>
      <w:t>2</w:t>
    </w:r>
    <w:r w:rsidR="00B763AD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8C63E5" w:rsidRPr="00112790" w:rsidRDefault="008C63E5" w:rsidP="00F01516">
    <w:pPr>
      <w:pStyle w:val="Ufficiotipo"/>
      <w:ind w:left="6492"/>
      <w:jc w:val="right"/>
      <w:rPr>
        <w:rFonts w:ascii="Trebuchet MS" w:hAnsi="Trebuchet MS"/>
      </w:rPr>
    </w:pPr>
  </w:p>
  <w:p w:rsidR="008C63E5" w:rsidRPr="00F159CC" w:rsidRDefault="008C63E5" w:rsidP="00741F8D">
    <w:pPr>
      <w:tabs>
        <w:tab w:val="center" w:pos="4819"/>
        <w:tab w:val="right" w:pos="9638"/>
      </w:tabs>
      <w:spacing w:line="220" w:lineRule="exact"/>
      <w:jc w:val="right"/>
      <w:rPr>
        <w:rFonts w:ascii="Arial Unicode MS" w:eastAsia="Arial Unicode MS" w:hAnsi="Arial Unicode MS" w:cs="Arial Unicode MS"/>
        <w:b/>
        <w:bCs/>
        <w:sz w:val="18"/>
        <w:szCs w:val="18"/>
      </w:rPr>
    </w:pPr>
  </w:p>
  <w:p w:rsidR="00741F8D" w:rsidRPr="007100BD" w:rsidRDefault="00741F8D" w:rsidP="00741F8D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  <w:p w:rsidR="00741F8D" w:rsidRPr="005D5AF8" w:rsidRDefault="00741F8D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1E8A"/>
    <w:rsid w:val="00023B36"/>
    <w:rsid w:val="00025CE2"/>
    <w:rsid w:val="00046B7B"/>
    <w:rsid w:val="00052F98"/>
    <w:rsid w:val="00061756"/>
    <w:rsid w:val="0009767B"/>
    <w:rsid w:val="000B2CE9"/>
    <w:rsid w:val="000F04F0"/>
    <w:rsid w:val="000F07AB"/>
    <w:rsid w:val="00112790"/>
    <w:rsid w:val="00117F82"/>
    <w:rsid w:val="00122520"/>
    <w:rsid w:val="00130058"/>
    <w:rsid w:val="00134545"/>
    <w:rsid w:val="0014595F"/>
    <w:rsid w:val="00154332"/>
    <w:rsid w:val="0015624F"/>
    <w:rsid w:val="00164086"/>
    <w:rsid w:val="00167FAA"/>
    <w:rsid w:val="0018682E"/>
    <w:rsid w:val="00194AA8"/>
    <w:rsid w:val="001B738F"/>
    <w:rsid w:val="001C2506"/>
    <w:rsid w:val="00216BB7"/>
    <w:rsid w:val="00223CA8"/>
    <w:rsid w:val="00237486"/>
    <w:rsid w:val="00250406"/>
    <w:rsid w:val="00274CD8"/>
    <w:rsid w:val="002A6BAB"/>
    <w:rsid w:val="002C07BC"/>
    <w:rsid w:val="002D4F2D"/>
    <w:rsid w:val="002E5DCB"/>
    <w:rsid w:val="0031630F"/>
    <w:rsid w:val="00325705"/>
    <w:rsid w:val="003278AF"/>
    <w:rsid w:val="003402B0"/>
    <w:rsid w:val="003707E1"/>
    <w:rsid w:val="00375900"/>
    <w:rsid w:val="0039090C"/>
    <w:rsid w:val="00392DBA"/>
    <w:rsid w:val="00395033"/>
    <w:rsid w:val="003A3660"/>
    <w:rsid w:val="003D513E"/>
    <w:rsid w:val="00402DA4"/>
    <w:rsid w:val="00422DD1"/>
    <w:rsid w:val="00424EA0"/>
    <w:rsid w:val="00425948"/>
    <w:rsid w:val="00430AA7"/>
    <w:rsid w:val="00473EF6"/>
    <w:rsid w:val="004B6160"/>
    <w:rsid w:val="00513925"/>
    <w:rsid w:val="00531DF5"/>
    <w:rsid w:val="00543B14"/>
    <w:rsid w:val="00543D58"/>
    <w:rsid w:val="00575959"/>
    <w:rsid w:val="00576A16"/>
    <w:rsid w:val="005830E0"/>
    <w:rsid w:val="005A78D2"/>
    <w:rsid w:val="005B642D"/>
    <w:rsid w:val="005D5AF8"/>
    <w:rsid w:val="005E13C2"/>
    <w:rsid w:val="005F093E"/>
    <w:rsid w:val="005F0BBA"/>
    <w:rsid w:val="00601CBF"/>
    <w:rsid w:val="00610677"/>
    <w:rsid w:val="00612C2F"/>
    <w:rsid w:val="00621379"/>
    <w:rsid w:val="00656F71"/>
    <w:rsid w:val="00657AC9"/>
    <w:rsid w:val="0066460A"/>
    <w:rsid w:val="00672A06"/>
    <w:rsid w:val="00685C24"/>
    <w:rsid w:val="006A131D"/>
    <w:rsid w:val="006A2CD8"/>
    <w:rsid w:val="006C3A1D"/>
    <w:rsid w:val="006C590F"/>
    <w:rsid w:val="006C7939"/>
    <w:rsid w:val="007100BD"/>
    <w:rsid w:val="0073300B"/>
    <w:rsid w:val="00741F8D"/>
    <w:rsid w:val="007433D5"/>
    <w:rsid w:val="00750FCF"/>
    <w:rsid w:val="007955C3"/>
    <w:rsid w:val="00797463"/>
    <w:rsid w:val="00797CA4"/>
    <w:rsid w:val="007A3AD0"/>
    <w:rsid w:val="007A4CD0"/>
    <w:rsid w:val="007C7E9C"/>
    <w:rsid w:val="007E4BC9"/>
    <w:rsid w:val="007E56A8"/>
    <w:rsid w:val="007E75BD"/>
    <w:rsid w:val="007F1BE9"/>
    <w:rsid w:val="00801B0B"/>
    <w:rsid w:val="00803C31"/>
    <w:rsid w:val="00817609"/>
    <w:rsid w:val="00836709"/>
    <w:rsid w:val="00837A1D"/>
    <w:rsid w:val="00874626"/>
    <w:rsid w:val="008956EB"/>
    <w:rsid w:val="008C63E5"/>
    <w:rsid w:val="008D12D1"/>
    <w:rsid w:val="008E0150"/>
    <w:rsid w:val="008F1254"/>
    <w:rsid w:val="008F378A"/>
    <w:rsid w:val="009067AB"/>
    <w:rsid w:val="00963D89"/>
    <w:rsid w:val="0097668D"/>
    <w:rsid w:val="009859BB"/>
    <w:rsid w:val="009B218C"/>
    <w:rsid w:val="009F3076"/>
    <w:rsid w:val="009F4288"/>
    <w:rsid w:val="00A00D00"/>
    <w:rsid w:val="00A2301C"/>
    <w:rsid w:val="00A23030"/>
    <w:rsid w:val="00A40C0B"/>
    <w:rsid w:val="00A70C93"/>
    <w:rsid w:val="00A76E05"/>
    <w:rsid w:val="00A931CE"/>
    <w:rsid w:val="00AA3ADE"/>
    <w:rsid w:val="00AB3EA8"/>
    <w:rsid w:val="00AD2381"/>
    <w:rsid w:val="00AD4AC4"/>
    <w:rsid w:val="00AE59CA"/>
    <w:rsid w:val="00B13F3F"/>
    <w:rsid w:val="00B31625"/>
    <w:rsid w:val="00B35077"/>
    <w:rsid w:val="00B36FE3"/>
    <w:rsid w:val="00B4389B"/>
    <w:rsid w:val="00B44613"/>
    <w:rsid w:val="00B61482"/>
    <w:rsid w:val="00B62BE5"/>
    <w:rsid w:val="00B763AD"/>
    <w:rsid w:val="00B815CF"/>
    <w:rsid w:val="00B93914"/>
    <w:rsid w:val="00BB3D79"/>
    <w:rsid w:val="00BB4260"/>
    <w:rsid w:val="00BF542F"/>
    <w:rsid w:val="00C004D4"/>
    <w:rsid w:val="00C2361F"/>
    <w:rsid w:val="00C3186C"/>
    <w:rsid w:val="00C43A2F"/>
    <w:rsid w:val="00C74C7D"/>
    <w:rsid w:val="00C87E94"/>
    <w:rsid w:val="00C95A81"/>
    <w:rsid w:val="00CD3481"/>
    <w:rsid w:val="00CF1441"/>
    <w:rsid w:val="00D0545D"/>
    <w:rsid w:val="00D200EC"/>
    <w:rsid w:val="00D32996"/>
    <w:rsid w:val="00D54857"/>
    <w:rsid w:val="00D713B6"/>
    <w:rsid w:val="00D812ED"/>
    <w:rsid w:val="00D870CA"/>
    <w:rsid w:val="00DA3FED"/>
    <w:rsid w:val="00DB0C48"/>
    <w:rsid w:val="00DB36CB"/>
    <w:rsid w:val="00DD0544"/>
    <w:rsid w:val="00E00448"/>
    <w:rsid w:val="00E06980"/>
    <w:rsid w:val="00E12479"/>
    <w:rsid w:val="00E26E24"/>
    <w:rsid w:val="00E308A1"/>
    <w:rsid w:val="00E4708B"/>
    <w:rsid w:val="00E67410"/>
    <w:rsid w:val="00E7072C"/>
    <w:rsid w:val="00E72C8C"/>
    <w:rsid w:val="00E93CE1"/>
    <w:rsid w:val="00E9753B"/>
    <w:rsid w:val="00EA0207"/>
    <w:rsid w:val="00EA66EE"/>
    <w:rsid w:val="00EB0517"/>
    <w:rsid w:val="00F01516"/>
    <w:rsid w:val="00F03F5E"/>
    <w:rsid w:val="00F13611"/>
    <w:rsid w:val="00F159CC"/>
    <w:rsid w:val="00F21E3D"/>
    <w:rsid w:val="00F72306"/>
    <w:rsid w:val="00F801C6"/>
    <w:rsid w:val="00F84532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CA20-08EF-415E-89A9-9D157BC8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13</TotalTime>
  <Pages>2</Pages>
  <Words>374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26</cp:revision>
  <cp:lastPrinted>2016-08-30T13:49:00Z</cp:lastPrinted>
  <dcterms:created xsi:type="dcterms:W3CDTF">2016-09-09T08:23:00Z</dcterms:created>
  <dcterms:modified xsi:type="dcterms:W3CDTF">2021-05-27T15:59:00Z</dcterms:modified>
</cp:coreProperties>
</file>